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2D" w:rsidRDefault="003C5D2D">
      <w:pPr>
        <w:rPr>
          <w:rFonts w:ascii="Times New Roman" w:hAnsi="Times New Roman" w:cs="Times New Roman"/>
          <w:sz w:val="24"/>
          <w:szCs w:val="24"/>
        </w:rPr>
      </w:pPr>
    </w:p>
    <w:p w:rsidR="003C5D2D" w:rsidRDefault="003C5D2D">
      <w:pPr>
        <w:rPr>
          <w:b/>
          <w:bCs/>
          <w:sz w:val="24"/>
          <w:szCs w:val="24"/>
        </w:rPr>
      </w:pPr>
      <w:r>
        <w:rPr>
          <w:noProof/>
        </w:rPr>
        <w:pict>
          <v:rect id="_x0000_s1026" style="position:absolute;margin-left:362.25pt;margin-top:.2pt;width:111.75pt;height:17.25pt;z-index:251644416" fillcolor="#eeece1"/>
        </w:pict>
      </w:r>
      <w:r>
        <w:rPr>
          <w:noProof/>
        </w:rPr>
        <w:pict>
          <v:rect id="_x0000_s1027" style="position:absolute;margin-left:44.25pt;margin-top:22.7pt;width:147pt;height:17.25pt;z-index:251643392" fillcolor="#eeece1"/>
        </w:pict>
      </w:r>
      <w:r>
        <w:rPr>
          <w:b/>
          <w:bCs/>
          <w:sz w:val="24"/>
          <w:szCs w:val="24"/>
        </w:rPr>
        <w:t>My Personal Reward and Recognition Preferences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Date </w:t>
      </w:r>
    </w:p>
    <w:p w:rsidR="003C5D2D" w:rsidRDefault="003C5D2D">
      <w:r>
        <w:t xml:space="preserve">Name </w:t>
      </w:r>
    </w:p>
    <w:p w:rsidR="003C5D2D" w:rsidRDefault="003C5D2D">
      <w:pPr>
        <w:rPr>
          <w:b/>
          <w:bCs/>
        </w:rPr>
      </w:pPr>
      <w:r>
        <w:rPr>
          <w:noProof/>
        </w:rPr>
        <w:pict>
          <v:rect id="_x0000_s1028" style="position:absolute;margin-left:414pt;margin-top:23.55pt;width:36pt;height:17.25pt;z-index:251646464" fillcolor="#eeece1"/>
        </w:pict>
      </w:r>
      <w:r>
        <w:rPr>
          <w:noProof/>
        </w:rPr>
        <w:pict>
          <v:rect id="_x0000_s1029" style="position:absolute;margin-left:320.25pt;margin-top:23.55pt;width:36pt;height:17.25pt;z-index:251647488" fillcolor="#eeece1"/>
        </w:pict>
      </w:r>
      <w:r>
        <w:rPr>
          <w:noProof/>
        </w:rPr>
        <w:pict>
          <v:rect id="_x0000_s1030" style="position:absolute;margin-left:133.5pt;margin-top:23.55pt;width:36pt;height:17.25pt;z-index:251645440" fillcolor="#eeece1"/>
        </w:pict>
      </w:r>
      <w:r>
        <w:rPr>
          <w:b/>
          <w:bCs/>
        </w:rPr>
        <w:t>I like to be recognized in the following way(s): (Please check all that are appropriate for you)</w:t>
      </w:r>
    </w:p>
    <w:p w:rsidR="003C5D2D" w:rsidRDefault="003C5D2D">
      <w:r>
        <w:t>In front of the whole centre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In front on my own team only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 xml:space="preserve">  Privately </w:t>
      </w:r>
    </w:p>
    <w:p w:rsidR="003C5D2D" w:rsidRDefault="003C5D2D">
      <w:pPr>
        <w:rPr>
          <w:rFonts w:ascii="Times New Roman" w:hAnsi="Times New Roman" w:cs="Times New Roman"/>
          <w:b/>
          <w:bCs/>
        </w:rPr>
      </w:pPr>
      <w:r>
        <w:rPr>
          <w:b/>
          <w:bCs/>
        </w:rPr>
        <w:t>How I want to be rewarded?  (Please select all that apply to you)</w:t>
      </w:r>
    </w:p>
    <w:p w:rsidR="003C5D2D" w:rsidRDefault="003C5D2D">
      <w:r>
        <w:rPr>
          <w:noProof/>
        </w:rPr>
        <w:pict>
          <v:rect id="_x0000_s1031" style="position:absolute;margin-left:486pt;margin-top:.6pt;width:36pt;height:17.25pt;z-index:251654656" fillcolor="#eeece1"/>
        </w:pict>
      </w:r>
      <w:r>
        <w:rPr>
          <w:noProof/>
        </w:rPr>
        <w:pict>
          <v:rect id="_x0000_s1032" style="position:absolute;margin-left:486pt;margin-top:50.85pt;width:36pt;height:17.25pt;z-index:251656704" fillcolor="#eeece1"/>
        </w:pict>
      </w:r>
      <w:r>
        <w:rPr>
          <w:noProof/>
        </w:rPr>
        <w:pict>
          <v:rect id="_x0000_s1033" style="position:absolute;margin-left:486pt;margin-top:25.35pt;width:36pt;height:17.25pt;z-index:251655680" fillcolor="#eeece1"/>
        </w:pict>
      </w:r>
      <w:r>
        <w:rPr>
          <w:noProof/>
        </w:rPr>
        <w:pict>
          <v:rect id="_x0000_s1034" style="position:absolute;margin-left:320.25pt;margin-top:.6pt;width:36pt;height:17.25pt;z-index:251651584" fillcolor="#eeece1"/>
        </w:pict>
      </w:r>
      <w:r>
        <w:rPr>
          <w:noProof/>
        </w:rPr>
        <w:pict>
          <v:rect id="_x0000_s1035" style="position:absolute;margin-left:320.25pt;margin-top:50.85pt;width:36pt;height:17.25pt;z-index:251653632" fillcolor="#eeece1"/>
        </w:pict>
      </w:r>
      <w:r>
        <w:rPr>
          <w:noProof/>
        </w:rPr>
        <w:pict>
          <v:rect id="_x0000_s1036" style="position:absolute;margin-left:320.25pt;margin-top:25.35pt;width:36pt;height:17.25pt;z-index:251652608" fillcolor="#eeece1"/>
        </w:pict>
      </w:r>
      <w:r>
        <w:rPr>
          <w:noProof/>
        </w:rPr>
        <w:pict>
          <v:rect id="_x0000_s1037" style="position:absolute;margin-left:126.75pt;margin-top:.6pt;width:36pt;height:17.25pt;z-index:251648512" fillcolor="#eeece1"/>
        </w:pict>
      </w:r>
      <w:r>
        <w:rPr>
          <w:noProof/>
        </w:rPr>
        <w:pict>
          <v:rect id="_x0000_s1038" style="position:absolute;margin-left:126.75pt;margin-top:50.85pt;width:36pt;height:17.25pt;z-index:251650560" fillcolor="#eeece1"/>
        </w:pict>
      </w:r>
      <w:r>
        <w:rPr>
          <w:noProof/>
        </w:rPr>
        <w:pict>
          <v:rect id="_x0000_s1039" style="position:absolute;margin-left:126.75pt;margin-top:25.35pt;width:36pt;height:17.25pt;z-index:251649536" fillcolor="#eeece1"/>
        </w:pict>
      </w:r>
      <w:r>
        <w:t>Certificates of Recognition</w:t>
      </w:r>
      <w:r>
        <w:tab/>
      </w:r>
      <w:r>
        <w:tab/>
        <w:t>Emails from Senior Leaders</w:t>
      </w:r>
      <w:r>
        <w:tab/>
      </w:r>
      <w:r>
        <w:tab/>
        <w:t xml:space="preserve">   Posted on bulletin boards</w:t>
      </w:r>
    </w:p>
    <w:p w:rsidR="003C5D2D" w:rsidRDefault="003C5D2D">
      <w:r>
        <w:t>Time off</w:t>
      </w:r>
      <w:r>
        <w:tab/>
      </w:r>
      <w:r>
        <w:tab/>
      </w:r>
      <w:r>
        <w:tab/>
      </w:r>
      <w:r>
        <w:tab/>
        <w:t>Company logo’d items SWAG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 xml:space="preserve">   Shift change</w:t>
      </w:r>
    </w:p>
    <w:p w:rsidR="003C5D2D" w:rsidRDefault="003C5D2D">
      <w:pPr>
        <w:rPr>
          <w:rFonts w:ascii="Times New Roman" w:hAnsi="Times New Roman" w:cs="Times New Roman"/>
        </w:rPr>
      </w:pPr>
      <w:r>
        <w:rPr>
          <w:noProof/>
        </w:rPr>
        <w:pict>
          <v:rect id="_x0000_s1040" style="position:absolute;margin-left:320.25pt;margin-top:23.2pt;width:36pt;height:17.25pt;z-index:251668992" fillcolor="#eeece1"/>
        </w:pict>
      </w:r>
      <w:r>
        <w:rPr>
          <w:noProof/>
        </w:rPr>
        <w:pict>
          <v:rect id="_x0000_s1041" style="position:absolute;margin-left:126.75pt;margin-top:23.2pt;width:36pt;height:17.25pt;z-index:251667968" fillcolor="#eeece1"/>
        </w:pict>
      </w:r>
      <w:r>
        <w:t>Sporting event tickets</w:t>
      </w:r>
      <w:r>
        <w:tab/>
      </w:r>
      <w:r>
        <w:tab/>
      </w:r>
      <w:r>
        <w:tab/>
        <w:t>Music event tickets</w:t>
      </w:r>
      <w:r>
        <w:tab/>
      </w:r>
      <w:r>
        <w:tab/>
      </w:r>
      <w:r>
        <w:tab/>
        <w:t xml:space="preserve">   Food/snacks</w:t>
      </w:r>
    </w:p>
    <w:p w:rsidR="003C5D2D" w:rsidRDefault="003C5D2D">
      <w:r>
        <w:t>Involvement in projects</w:t>
      </w:r>
      <w:r>
        <w:tab/>
      </w:r>
      <w:r>
        <w:tab/>
      </w:r>
      <w:r>
        <w:tab/>
        <w:t>Cards, thank you notes</w:t>
      </w:r>
    </w:p>
    <w:p w:rsidR="003C5D2D" w:rsidRDefault="003C5D2D"/>
    <w:p w:rsidR="003C5D2D" w:rsidRDefault="003C5D2D">
      <w:r>
        <w:rPr>
          <w:noProof/>
        </w:rPr>
        <w:pict>
          <v:rect id="_x0000_s1042" style="position:absolute;margin-left:169.5pt;margin-top:1.55pt;width:36pt;height:17.25pt;z-index:251663872" fillcolor="#eeece1"/>
        </w:pict>
      </w:r>
      <w:r>
        <w:t>Gift cards:</w:t>
      </w:r>
      <w:r>
        <w:tab/>
        <w:t>Department stores</w:t>
      </w:r>
    </w:p>
    <w:p w:rsidR="003C5D2D" w:rsidRDefault="003C5D2D">
      <w:r>
        <w:rPr>
          <w:noProof/>
        </w:rPr>
        <w:pict>
          <v:rect id="_x0000_s1043" style="position:absolute;margin-left:169.5pt;margin-top:1.65pt;width:36pt;height:17.25pt;z-index:251659776" fillcolor="#eeece1"/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Coffee</w:t>
      </w:r>
    </w:p>
    <w:p w:rsidR="003C5D2D" w:rsidRDefault="003C5D2D">
      <w:r>
        <w:rPr>
          <w:noProof/>
        </w:rPr>
        <w:pict>
          <v:rect id="_x0000_s1044" style="position:absolute;margin-left:169.5pt;margin-top:1.7pt;width:36pt;height:17.25pt;z-index:251660800" fillcolor="#eeece1"/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Gas</w:t>
      </w:r>
    </w:p>
    <w:p w:rsidR="003C5D2D" w:rsidRDefault="003C5D2D">
      <w:r>
        <w:rPr>
          <w:noProof/>
        </w:rPr>
        <w:pict>
          <v:rect id="_x0000_s1045" style="position:absolute;margin-left:169.5pt;margin-top:.25pt;width:36pt;height:17.25pt;z-index:251661824" fillcolor="#eeece1"/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Online shopping</w:t>
      </w:r>
    </w:p>
    <w:p w:rsidR="003C5D2D" w:rsidRDefault="003C5D2D">
      <w:r>
        <w:rPr>
          <w:noProof/>
        </w:rPr>
        <w:pict>
          <v:rect id="_x0000_s1046" style="position:absolute;margin-left:169.5pt;margin-top:25pt;width:36pt;height:17.25pt;z-index:251658752" fillcolor="#eeece1"/>
        </w:pict>
      </w:r>
      <w:r>
        <w:rPr>
          <w:noProof/>
        </w:rPr>
        <w:pict>
          <v:rect id="_x0000_s1047" style="position:absolute;margin-left:169.5pt;margin-top:.35pt;width:36pt;height:17.25pt;z-index:251662848" fillcolor="#eeece1"/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Books</w:t>
      </w:r>
    </w:p>
    <w:p w:rsidR="003C5D2D" w:rsidRDefault="003C5D2D">
      <w:r>
        <w:tab/>
      </w:r>
      <w:r>
        <w:tab/>
        <w:t>Sports stores</w:t>
      </w:r>
    </w:p>
    <w:p w:rsidR="003C5D2D" w:rsidRDefault="003C5D2D">
      <w:r>
        <w:rPr>
          <w:noProof/>
        </w:rPr>
        <w:pict>
          <v:rect id="_x0000_s1048" style="position:absolute;margin-left:169.5pt;margin-top:3.4pt;width:387pt;height:60.75pt;z-index:251657728" fillcolor="#eeece1"/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 xml:space="preserve">Other – list here </w:t>
      </w:r>
    </w:p>
    <w:p w:rsidR="003C5D2D" w:rsidRDefault="003C5D2D"/>
    <w:p w:rsidR="003C5D2D" w:rsidRDefault="003C5D2D"/>
    <w:p w:rsidR="003C5D2D" w:rsidRDefault="003C5D2D">
      <w:pPr>
        <w:rPr>
          <w:rFonts w:ascii="Times New Roman" w:hAnsi="Times New Roman" w:cs="Times New Roman"/>
        </w:rPr>
      </w:pPr>
      <w:r>
        <w:rPr>
          <w:noProof/>
        </w:rPr>
        <w:pict>
          <v:rect id="_x0000_s1049" style="position:absolute;margin-left:387pt;margin-top:20.9pt;width:169.5pt;height:17.25pt;z-index:251666944" fillcolor="#eeece1"/>
        </w:pict>
      </w:r>
      <w:r>
        <w:rPr>
          <w:noProof/>
        </w:rPr>
        <w:pict>
          <v:rect id="_x0000_s1050" style="position:absolute;margin-left:234pt;margin-top:20.9pt;width:36pt;height:17.25pt;z-index:251665920" fillcolor="#eeece1"/>
        </w:pict>
      </w:r>
      <w:r>
        <w:rPr>
          <w:noProof/>
        </w:rPr>
        <w:pict>
          <v:rect id="_x0000_s1051" style="position:absolute;margin-left:162.75pt;margin-top:20.9pt;width:36pt;height:17.25pt;z-index:251664896" fillcolor="#eeece1"/>
        </w:pict>
      </w:r>
    </w:p>
    <w:p w:rsidR="003C5D2D" w:rsidRDefault="003C5D2D">
      <w:r>
        <w:rPr>
          <w:noProof/>
        </w:rPr>
        <w:pict>
          <v:rect id="_x0000_s1052" style="position:absolute;margin-left:105.75pt;margin-top:24.7pt;width:169.5pt;height:17.25pt;z-index:251670016" fillcolor="#eeece1"/>
        </w:pict>
      </w:r>
      <w:r>
        <w:t xml:space="preserve">I like to celebrate my birthday Yes </w:t>
      </w:r>
      <w:r>
        <w:tab/>
      </w:r>
      <w:r>
        <w:tab/>
        <w:t>No</w:t>
      </w:r>
      <w:r>
        <w:tab/>
      </w:r>
      <w:r>
        <w:tab/>
        <w:t xml:space="preserve">If yes, my birthday is </w:t>
      </w:r>
    </w:p>
    <w:p w:rsidR="003C5D2D" w:rsidRDefault="003C5D2D">
      <w:pPr>
        <w:rPr>
          <w:rFonts w:ascii="Times New Roman" w:hAnsi="Times New Roman" w:cs="Times New Roman"/>
        </w:rPr>
      </w:pPr>
      <w:r>
        <w:rPr>
          <w:noProof/>
        </w:rPr>
        <w:pict>
          <v:rect id="_x0000_s1053" style="position:absolute;margin-left:105.75pt;margin-top:21.75pt;width:169.5pt;height:17.25pt;z-index:251671040" fillcolor="#eeece1"/>
        </w:pict>
      </w:r>
      <w:r>
        <w:t xml:space="preserve">My favorite snack is </w:t>
      </w:r>
    </w:p>
    <w:p w:rsidR="003C5D2D" w:rsidRDefault="003C5D2D">
      <w:r>
        <w:t xml:space="preserve">My favorite music is </w:t>
      </w:r>
    </w:p>
    <w:p w:rsidR="003C5D2D" w:rsidRDefault="003C5D2D">
      <w:r>
        <w:rPr>
          <w:noProof/>
        </w:rPr>
        <w:pict>
          <v:rect id="_x0000_s1054" style="position:absolute;margin-left:0;margin-top:16pt;width:543pt;height:60.75pt;z-index:251672064" fillcolor="#eeece1"/>
        </w:pict>
      </w:r>
      <w:r>
        <w:t xml:space="preserve">Anything else you should know about me: </w:t>
      </w:r>
    </w:p>
    <w:p w:rsidR="003C5D2D" w:rsidRDefault="003C5D2D"/>
    <w:p w:rsidR="003C5D2D" w:rsidRDefault="003C5D2D"/>
    <w:p w:rsidR="003C5D2D" w:rsidRDefault="003C5D2D">
      <w:r>
        <w:t>Kim Vey 2006</w:t>
      </w:r>
    </w:p>
    <w:sectPr w:rsidR="003C5D2D" w:rsidSect="003C5D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D2D"/>
    <w:rsid w:val="003C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123</Words>
  <Characters>706</Characters>
  <Application>Microsoft Office Outlook</Application>
  <DocSecurity>0</DocSecurity>
  <Lines>0</Lines>
  <Paragraphs>0</Paragraphs>
  <ScaleCrop>false</ScaleCrop>
  <Company>Authenticity Consulting, LLC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Personal Reward and Recognition Preferences</dc:title>
  <dc:subject/>
  <dc:creator>Kim</dc:creator>
  <cp:keywords/>
  <dc:description/>
  <cp:lastModifiedBy>Carter McNamara</cp:lastModifiedBy>
  <cp:revision>2</cp:revision>
  <cp:lastPrinted>2010-10-04T17:15:00Z</cp:lastPrinted>
  <dcterms:created xsi:type="dcterms:W3CDTF">2010-10-05T20:18:00Z</dcterms:created>
  <dcterms:modified xsi:type="dcterms:W3CDTF">2010-10-05T20:18:00Z</dcterms:modified>
</cp:coreProperties>
</file>